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762A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762AD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Ε4</w:t>
            </w:r>
            <w:r w:rsidR="0077506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762ADF" w:rsidRPr="00762ADF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762ADF" w:rsidRPr="00762ADF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Ο2.Ε69 Αλληλεπιδραστική οθόνη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762ADF" w:rsidRPr="00DF25B3" w:rsidTr="00762ADF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bookmarkStart w:id="0" w:name="_GoBack" w:colFirst="1" w:colLast="1"/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Αλληλεπιδραστική οθόνη, διεθνώς αναγνωρισμένου κατασκευαστή με αντιπροσωπεία στην Ελλάδα, καινούργια ως προς όλα τα μέρη της (αμεταχείριστη, όχι προϊόν ανακατασκευής , με ανακοίνωση πρώτης κυκλοφορίας τουλάχιστον 2023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bookmarkEnd w:id="0"/>
      <w:tr w:rsidR="00762ADF" w:rsidRPr="00DF25B3" w:rsidTr="00762ADF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Διάσταση Οθόνης: ≥ 75 ίντσες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DF25B3" w:rsidTr="00762ADF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Αναλογία απεικόνισης: 16:09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DF25B3" w:rsidTr="00762ADF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Αναλογία Αντίθεσης(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Contrast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): 1200:01:00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DF25B3" w:rsidTr="00762ADF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Εμφάνιση βίντεο: Τουλάχιστον 1,07 δισεκατομμύρια χρώματα.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DF25B3" w:rsidTr="00762ADF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5019CC" w:rsidRDefault="00762ADF" w:rsidP="00762ADF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Λειτουργικό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σύστημα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Android OS 13 , Google EDLA Certified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EF62A6" w:rsidTr="00762ADF">
        <w:trPr>
          <w:trHeight w:val="491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Τύπος Οθόνης: LCD </w:t>
            </w:r>
          </w:p>
        </w:tc>
        <w:tc>
          <w:tcPr>
            <w:tcW w:w="1116" w:type="dxa"/>
          </w:tcPr>
          <w:p w:rsidR="00762ADF" w:rsidRPr="00EF62A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EF62A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EF62A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762ADF" w:rsidRPr="00DF25B3" w:rsidTr="00762ADF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Μέγιστη ανάλυση: 3.840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2.160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dpi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K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DF25B3" w:rsidTr="00762ADF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Φωτεινότητα: 400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/m2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DF25B3" w:rsidTr="00762ADF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Contrast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Ratio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≥ 5500:1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DF25B3" w:rsidTr="00762ADF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ADF" w:rsidRPr="00DF25B3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Γωνία θέασης: ≥ 178° κάθετη / 178° οριζόντια</w:t>
            </w:r>
          </w:p>
        </w:tc>
        <w:tc>
          <w:tcPr>
            <w:tcW w:w="1116" w:type="dxa"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62ADF" w:rsidRPr="00DF25B3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2129F6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Τεχνολογία οθόνης αφής: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Infrared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με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Anti-glare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Anti-fingerprint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2129F6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Hardness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 ≥8H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2129F6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Χρόνος απόκρισης οθόνης αφής: ≤6,5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milliseconds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2129F6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Ταυτόχρονα σημεία αφής στην οθόνη: ≥ 40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2129F6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Ενσωματωμένα ηχεία: Τουλάχιστον δύο ηχεία με ισχύ ≥ 15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το καθένα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2129F6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17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OPS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υποδοχή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slot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 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18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Μνήμη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Rom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(χώρος αποθήκευσης): Ram≥8GB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Rom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≥ 128 GB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19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Συνδέσεις δικτύου: Τουλάχιστον: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20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·       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5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6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21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·        2 x RJ-45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Gigabit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Ethernet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22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·       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Bluetooth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23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Είσοδοι: Τουλάχιστον: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24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·        2 x HDMI In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25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·        1 x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DisplayPort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(DP)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26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·        1 x VGA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27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5019CC" w:rsidRDefault="00762ADF" w:rsidP="00762ADF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·        1 x USB Type C 3-in-1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28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5019CC" w:rsidRDefault="00762ADF" w:rsidP="00762ADF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·        3 x USB Type B (for Touch)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29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5019CC" w:rsidRDefault="00762ADF" w:rsidP="00762ADF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·        3 x USB 3.x Type 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30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5019CC" w:rsidRDefault="00762ADF" w:rsidP="00762ADF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·        1 x 3.5 mm Line In (MIC)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31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·        1 x RS-232 In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32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·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       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2.0 (για εικόνες, μουσική, αρχεία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video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playback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33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Έξοδοι: Τουλάχιστον: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ADF" w:rsidRPr="00775065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34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5019CC" w:rsidRDefault="00762ADF" w:rsidP="00762ADF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·        1 x 3.5 mm Line Out (Headphone)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775065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ADF" w:rsidRPr="00762AD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5019CC" w:rsidRDefault="00762ADF" w:rsidP="00762ADF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·        1 x SPDIF Optical Audio Out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62ADF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62ADF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62ADF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·        1 x HDMI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Out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Κατανάλωση ενέργειας σε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standard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mode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: ≤200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τουλάχιστον 2 γραφίδες και μαγνητική θήκη για την τοποθέτηση τους στο μπροστινό μέρος: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Πιστοποιήσεις: Να διαθέτει σύστημα εξοικονόμησης ενέργειας σύμφωνα με τουλάχιστον ένα από τα πρότυπα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Energy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Star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Blue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Angel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ή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Nordic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Swan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Περιήγηση ιστού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Web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Browsing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Λειτουργία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Whiteboarding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με δυνατότητα ανοίγματος έως 40 σελίδες : Ναι με ενσωματωμένο λογισμικό και δυνατότητα διαχωρισμού της οθόνης σε 3 μέρη με ταυτόχρονη γραφή.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Δυνατότητα προβολής Picture in Picture(: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Δυνατότητα σημειώσεων επί εγγράφου: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Πρόσβαση στο νέφος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cloud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): Ναι τουλάχιστον σε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OneDrive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Google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Cloud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lastRenderedPageBreak/>
              <w:t>45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Media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Player: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Δυνατότητα εγκατάστασης εφαρμογών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Teams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Zoom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κ.α.):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P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DF25B3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Δυνατότητα εγγραφής συνεδρίας.: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762AD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5019CC" w:rsidRDefault="00762ADF" w:rsidP="00762ADF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Standard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εφαρμογές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Ναι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. Whiteboard, Picture-In-Picture,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Eshare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, Browser, Settings, Google Play Store, Google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Calender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, Files by Google, Search, Chrome, Gmail,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Maps,YouTube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, Drive, YT Music, Google TV, Meet, Photos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62ADF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62ADF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62ADF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49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Δυνατότητα αμφίδρομου κατοπτρισμού οθόνης και αμφίδρομου ελέγχου αφής με φορητές συσκευές με ασύρματη σύνδεση.: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9B4661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50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προσφερθεί συμβατή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επιτοίχια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μεταλλική βάση στήριξης με υποστηριζόμενο βάρος τουλάχιστον ίσο με αυτό του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διαδραστικού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πίνακα: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62ADF" w:rsidRPr="00A8070F" w:rsidTr="00762ADF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2ADF" w:rsidRDefault="00762ADF" w:rsidP="00762AD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51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ADF" w:rsidRPr="00FE320D" w:rsidRDefault="00762ADF" w:rsidP="00762ADF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Όροι εγγύησης: Εγγύηση για επισκευή ή αντικατάσταση χρονικής διάρκειας τουλάχιστον για τρία (3) έτη.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προσφερόμενη εγγύηση θα πρέπει να αποδεικνύεται εγγράφως με δήλωση του κατασκευαστή ή του επίσημου αντιπροσώπου του στην Ελλάδα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62ADF" w:rsidRPr="00775065" w:rsidRDefault="00762ADF" w:rsidP="00762AD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 w:rsidP="00775065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29F6"/>
    <w:rsid w:val="00406FB0"/>
    <w:rsid w:val="004F5BC3"/>
    <w:rsid w:val="00762ADF"/>
    <w:rsid w:val="00775065"/>
    <w:rsid w:val="00863E00"/>
    <w:rsid w:val="009E2836"/>
    <w:rsid w:val="00A40B4A"/>
    <w:rsid w:val="00D271C8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3E63F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4</TotalTime>
  <Pages>3</Pages>
  <Words>553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2025-09-10T08:23:00Z</dcterms:created>
  <dcterms:modified xsi:type="dcterms:W3CDTF">2025-09-11T07:47:00Z</dcterms:modified>
</cp:coreProperties>
</file>